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DC5" w:rsidRDefault="009D1DC5" w:rsidP="00BA40B6">
      <w:pPr>
        <w:pStyle w:val="Cabealh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1DC5" w:rsidRDefault="009D1DC5" w:rsidP="00BA40B6">
      <w:pPr>
        <w:pStyle w:val="Cabealh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73046" w:rsidRDefault="00F02114" w:rsidP="00BA40B6">
      <w:pPr>
        <w:pStyle w:val="Cabealh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0211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33.65pt;margin-top:1.75pt;width:59.1pt;height:56.85pt;z-index:-2;mso-wrap-distance-left:9.05pt;mso-wrap-distance-right:9.05pt" filled="t">
            <v:fill color2="black"/>
            <v:imagedata r:id="rId6" o:title="" cropleft="59904f"/>
          </v:shape>
        </w:pict>
      </w:r>
      <w:r w:rsidRPr="00F02114">
        <w:pict>
          <v:shape id="_x0000_s1027" type="#_x0000_t75" style="position:absolute;left:0;text-align:left;margin-left:140.85pt;margin-top:1.25pt;width:107.1pt;height:38.8pt;z-index:-1;mso-wrap-distance-left:9.05pt;mso-wrap-distance-right:9.05pt" filled="t">
            <v:fill color2="black"/>
            <v:imagedata r:id="rId7" o:title=""/>
          </v:shape>
        </w:pict>
      </w:r>
      <w:r w:rsidR="00E73046">
        <w:rPr>
          <w:rFonts w:ascii="Arial" w:hAnsi="Arial" w:cs="Arial"/>
          <w:b/>
          <w:color w:val="000000"/>
          <w:sz w:val="22"/>
          <w:szCs w:val="22"/>
        </w:rPr>
        <w:t>UNIVERSIDADE FEDERAL DE ALAGOAS</w:t>
      </w:r>
    </w:p>
    <w:p w:rsidR="00E73046" w:rsidRDefault="00E73046" w:rsidP="00E73046">
      <w:pPr>
        <w:pStyle w:val="Cabealho"/>
        <w:jc w:val="center"/>
        <w:rPr>
          <w:rFonts w:ascii="Helvetica" w:hAnsi="Helvetica" w:cs="Helvetica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SUPERINTENDÊNCIA DE INFRA-ESTRUTURA</w:t>
      </w:r>
      <w:r>
        <w:rPr>
          <w:rFonts w:ascii="Helvetica" w:hAnsi="Helvetica" w:cs="Helvetica"/>
          <w:b/>
          <w:color w:val="000000"/>
          <w:sz w:val="22"/>
          <w:szCs w:val="22"/>
        </w:rPr>
        <w:t xml:space="preserve"> </w:t>
      </w:r>
    </w:p>
    <w:p w:rsidR="00FF470E" w:rsidRPr="00FF470E" w:rsidRDefault="00FF470E" w:rsidP="00E73046">
      <w:pPr>
        <w:pStyle w:val="Cabealh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F470E">
        <w:rPr>
          <w:rFonts w:ascii="Arial" w:hAnsi="Arial" w:cs="Arial"/>
          <w:b/>
          <w:color w:val="000000"/>
          <w:sz w:val="22"/>
          <w:szCs w:val="22"/>
        </w:rPr>
        <w:t>GERÊNCIA DE PATRIMÔNIO E SUPRIMENTO</w:t>
      </w:r>
    </w:p>
    <w:p w:rsidR="00E73046" w:rsidRPr="00FF470E" w:rsidRDefault="00FF470E" w:rsidP="00FF470E">
      <w:pPr>
        <w:pStyle w:val="Cabealh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F470E">
        <w:rPr>
          <w:rFonts w:ascii="Arial" w:hAnsi="Arial" w:cs="Arial"/>
          <w:b/>
          <w:color w:val="000000"/>
          <w:sz w:val="22"/>
          <w:szCs w:val="22"/>
        </w:rPr>
        <w:t>DIVISÃO DE COMPRAS</w:t>
      </w:r>
    </w:p>
    <w:p w:rsidR="00E73046" w:rsidRPr="002E2276" w:rsidRDefault="00E73046" w:rsidP="002E2276">
      <w:pPr>
        <w:ind w:left="1134"/>
        <w:rPr>
          <w:b/>
          <w:bCs/>
        </w:rPr>
      </w:pPr>
      <w:r>
        <w:rPr>
          <w:b/>
          <w:bCs/>
        </w:rPr>
        <w:t xml:space="preserve">DL nº </w:t>
      </w:r>
      <w:r w:rsidR="002E2276">
        <w:rPr>
          <w:b/>
          <w:bCs/>
        </w:rPr>
        <w:t>09</w:t>
      </w:r>
      <w:r>
        <w:rPr>
          <w:b/>
          <w:bCs/>
        </w:rPr>
        <w:t>/20</w:t>
      </w:r>
      <w:r w:rsidR="00EA188A">
        <w:rPr>
          <w:b/>
          <w:bCs/>
        </w:rPr>
        <w:t>1</w:t>
      </w:r>
      <w:r w:rsidR="008D6E7F">
        <w:rPr>
          <w:b/>
          <w:bCs/>
        </w:rPr>
        <w:t>1</w:t>
      </w:r>
      <w:r>
        <w:rPr>
          <w:b/>
          <w:bCs/>
        </w:rPr>
        <w:t xml:space="preserve"> – ANEXO I  </w:t>
      </w:r>
    </w:p>
    <w:tbl>
      <w:tblPr>
        <w:tblW w:w="0" w:type="auto"/>
        <w:jc w:val="center"/>
        <w:tblInd w:w="30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810"/>
        <w:gridCol w:w="3062"/>
        <w:gridCol w:w="2428"/>
        <w:gridCol w:w="488"/>
        <w:gridCol w:w="862"/>
        <w:gridCol w:w="1013"/>
        <w:gridCol w:w="993"/>
        <w:gridCol w:w="63"/>
        <w:gridCol w:w="931"/>
        <w:gridCol w:w="1059"/>
        <w:gridCol w:w="1397"/>
        <w:gridCol w:w="2708"/>
      </w:tblGrid>
      <w:tr w:rsidR="009E09BE" w:rsidTr="002F7DD6">
        <w:trPr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9E09BE" w:rsidRDefault="009E09BE" w:rsidP="00E73046">
            <w:pPr>
              <w:snapToGrid w:val="0"/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Item</w:t>
            </w:r>
          </w:p>
        </w:tc>
        <w:tc>
          <w:tcPr>
            <w:tcW w:w="5978" w:type="dxa"/>
            <w:gridSpan w:val="3"/>
            <w:tcBorders>
              <w:top w:val="single" w:sz="8" w:space="0" w:color="000000"/>
              <w:left w:val="single" w:sz="1" w:space="0" w:color="000000"/>
            </w:tcBorders>
            <w:vAlign w:val="center"/>
          </w:tcPr>
          <w:p w:rsidR="009E09BE" w:rsidRDefault="009E09BE" w:rsidP="002F7DD6">
            <w:pPr>
              <w:jc w:val="center"/>
              <w:rPr>
                <w:rFonts w:eastAsia="Times New Roman" w:cs="Courier 10 Pitch"/>
                <w:sz w:val="20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20"/>
                <w:szCs w:val="20"/>
                <w:lang w:eastAsia="ar-SA"/>
              </w:rPr>
              <w:t>ESPECIFICAÇÃO DO MATERIAL / SERVIÇO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1" w:space="0" w:color="000000"/>
            </w:tcBorders>
            <w:vAlign w:val="center"/>
          </w:tcPr>
          <w:p w:rsidR="009E09BE" w:rsidRDefault="009E09BE" w:rsidP="00E73046">
            <w:pPr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Unidade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1" w:space="0" w:color="000000"/>
            </w:tcBorders>
            <w:vAlign w:val="center"/>
          </w:tcPr>
          <w:p w:rsidR="009E09BE" w:rsidRDefault="009E09BE" w:rsidP="00E73046">
            <w:pPr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Quantidade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</w:tcBorders>
            <w:vAlign w:val="center"/>
          </w:tcPr>
          <w:p w:rsidR="009E09BE" w:rsidRDefault="009E09BE" w:rsidP="00E73046">
            <w:pPr>
              <w:jc w:val="center"/>
              <w:rPr>
                <w:rFonts w:eastAsia="Times New Roman" w:cs="Courier 10 Pitch"/>
                <w:sz w:val="20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20"/>
                <w:szCs w:val="20"/>
                <w:lang w:eastAsia="ar-SA"/>
              </w:rPr>
              <w:t>Tipo ou Marca do Material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1" w:space="0" w:color="000000"/>
            </w:tcBorders>
            <w:vAlign w:val="center"/>
          </w:tcPr>
          <w:p w:rsidR="009E09BE" w:rsidRDefault="009E09BE" w:rsidP="00E73046">
            <w:pPr>
              <w:jc w:val="center"/>
              <w:rPr>
                <w:rFonts w:eastAsia="Times New Roman" w:cs="Courier 10 Pitch"/>
                <w:b/>
                <w:sz w:val="16"/>
                <w:szCs w:val="20"/>
                <w:lang w:eastAsia="ar-SA"/>
              </w:rPr>
            </w:pPr>
            <w:r>
              <w:rPr>
                <w:rFonts w:eastAsia="Times New Roman" w:cs="Courier 10 Pitch"/>
                <w:b/>
                <w:sz w:val="16"/>
                <w:szCs w:val="20"/>
                <w:lang w:eastAsia="ar-SA"/>
              </w:rPr>
              <w:t>Origem de</w:t>
            </w:r>
          </w:p>
          <w:p w:rsidR="009E09BE" w:rsidRDefault="009E09BE" w:rsidP="00E73046">
            <w:pPr>
              <w:jc w:val="center"/>
              <w:rPr>
                <w:rFonts w:eastAsia="Times New Roman" w:cs="Courier 10 Pitch"/>
                <w:b/>
                <w:sz w:val="16"/>
                <w:szCs w:val="20"/>
                <w:lang w:eastAsia="ar-SA"/>
              </w:rPr>
            </w:pPr>
            <w:r>
              <w:rPr>
                <w:rFonts w:eastAsia="Times New Roman" w:cs="Courier 10 Pitch"/>
                <w:b/>
                <w:sz w:val="16"/>
                <w:szCs w:val="20"/>
                <w:lang w:eastAsia="ar-SA"/>
              </w:rPr>
              <w:t>Fabricação</w:t>
            </w:r>
          </w:p>
        </w:tc>
        <w:tc>
          <w:tcPr>
            <w:tcW w:w="1059" w:type="dxa"/>
            <w:tcBorders>
              <w:top w:val="single" w:sz="8" w:space="0" w:color="000000"/>
              <w:left w:val="single" w:sz="1" w:space="0" w:color="000000"/>
            </w:tcBorders>
            <w:vAlign w:val="center"/>
          </w:tcPr>
          <w:p w:rsidR="009E09BE" w:rsidRDefault="009E09BE" w:rsidP="00E73046">
            <w:pPr>
              <w:snapToGrid w:val="0"/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Prazo de Entrega em Dias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1" w:space="0" w:color="000000"/>
            </w:tcBorders>
            <w:vAlign w:val="center"/>
          </w:tcPr>
          <w:p w:rsidR="009E09BE" w:rsidRDefault="009E09BE" w:rsidP="00E73046">
            <w:pPr>
              <w:snapToGrid w:val="0"/>
              <w:jc w:val="center"/>
              <w:rPr>
                <w:rFonts w:eastAsia="Times New Roman" w:cs="Courier 10 Pitch"/>
                <w:b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b/>
                <w:sz w:val="18"/>
                <w:szCs w:val="20"/>
                <w:lang w:eastAsia="ar-SA"/>
              </w:rPr>
              <w:t>PREÇO</w:t>
            </w:r>
          </w:p>
          <w:p w:rsidR="009E09BE" w:rsidRDefault="009E09BE" w:rsidP="00E73046">
            <w:pPr>
              <w:jc w:val="center"/>
              <w:rPr>
                <w:rFonts w:eastAsia="Times New Roman" w:cs="Courier 10 Pitch"/>
                <w:b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b/>
                <w:sz w:val="18"/>
                <w:szCs w:val="20"/>
                <w:lang w:eastAsia="ar-SA"/>
              </w:rPr>
              <w:t>UNITÁRIO</w:t>
            </w: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E09BE" w:rsidRDefault="009E09BE" w:rsidP="00E73046">
            <w:pPr>
              <w:snapToGrid w:val="0"/>
              <w:jc w:val="center"/>
              <w:rPr>
                <w:rFonts w:eastAsia="Times New Roman" w:cs="Courier 10 Pitch"/>
                <w:b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b/>
                <w:sz w:val="18"/>
                <w:szCs w:val="20"/>
                <w:lang w:eastAsia="ar-SA"/>
              </w:rPr>
              <w:t>PREÇO</w:t>
            </w:r>
          </w:p>
          <w:p w:rsidR="009E09BE" w:rsidRDefault="009E09BE" w:rsidP="00E73046">
            <w:pPr>
              <w:jc w:val="center"/>
              <w:rPr>
                <w:rFonts w:eastAsia="Times New Roman" w:cs="Courier 10 Pitch"/>
                <w:b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b/>
                <w:sz w:val="18"/>
                <w:szCs w:val="20"/>
                <w:lang w:eastAsia="ar-SA"/>
              </w:rPr>
              <w:t>TOTAL</w:t>
            </w:r>
          </w:p>
        </w:tc>
      </w:tr>
      <w:tr w:rsidR="009E09BE" w:rsidTr="002F7DD6">
        <w:trPr>
          <w:trHeight w:val="347"/>
          <w:jc w:val="center"/>
        </w:trPr>
        <w:tc>
          <w:tcPr>
            <w:tcW w:w="810" w:type="dxa"/>
            <w:tcBorders>
              <w:top w:val="double" w:sz="1" w:space="0" w:color="000000"/>
              <w:left w:val="single" w:sz="8" w:space="0" w:color="000000"/>
              <w:bottom w:val="single" w:sz="1" w:space="0" w:color="000000"/>
            </w:tcBorders>
            <w:vAlign w:val="center"/>
          </w:tcPr>
          <w:p w:rsidR="009E09BE" w:rsidRDefault="002E2276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978" w:type="dxa"/>
            <w:gridSpan w:val="3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2E2276" w:rsidP="002E2276">
            <w:r>
              <w:t>Confecção de adesivo – Adesivos impressos em 4x0 cor, no papel adesivo vinil, no formato 22,5 x 11,5cm, pré-impressão CTP.</w:t>
            </w:r>
          </w:p>
        </w:tc>
        <w:tc>
          <w:tcPr>
            <w:tcW w:w="862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E09BE" w:rsidRDefault="002E2276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  <w:r>
              <w:rPr>
                <w:rFonts w:eastAsia="Arial Unicode MS" w:cs="Courier 10 Pitch"/>
                <w:color w:val="000000"/>
                <w:lang w:eastAsia="ar-SA"/>
              </w:rPr>
              <w:t>UN</w:t>
            </w:r>
          </w:p>
        </w:tc>
        <w:tc>
          <w:tcPr>
            <w:tcW w:w="1013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E09BE" w:rsidRDefault="002E2276" w:rsidP="00A02D65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  <w:r>
              <w:rPr>
                <w:rFonts w:eastAsia="Arial Unicode MS" w:cs="Courier 10 Pitch"/>
                <w:color w:val="000000"/>
                <w:lang w:eastAsia="ar-SA"/>
              </w:rPr>
              <w:t>16.000</w:t>
            </w:r>
          </w:p>
        </w:tc>
        <w:tc>
          <w:tcPr>
            <w:tcW w:w="993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 w:rsidP="00184547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 w:rsidP="00CC104C">
            <w:pPr>
              <w:snapToGrid w:val="0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 w:rsidP="00553BFE">
            <w:pPr>
              <w:snapToGrid w:val="0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B61562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B61562" w:rsidRDefault="00B61562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61562" w:rsidRDefault="00B61562" w:rsidP="00CC37FA">
            <w:pPr>
              <w:snapToGrid w:val="0"/>
              <w:rPr>
                <w:rFonts w:eastAsia="Arial Unicode MS" w:cs="Courier 10 Pitch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61562" w:rsidRDefault="00B61562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61562" w:rsidRDefault="00B61562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B61562" w:rsidRDefault="00B61562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B61562" w:rsidRDefault="00B61562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B61562" w:rsidRDefault="00B61562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B61562" w:rsidRDefault="00B61562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B61562" w:rsidRDefault="00B61562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40"/>
          <w:jc w:val="center"/>
        </w:trPr>
        <w:tc>
          <w:tcPr>
            <w:tcW w:w="810" w:type="dxa"/>
            <w:tcBorders>
              <w:left w:val="single" w:sz="8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ascii="Arial" w:eastAsia="Arial Unicode MS" w:hAnsi="Arial" w:cs="Courier 10 Pitch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978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 w:rsidP="00E73046">
            <w:pPr>
              <w:snapToGrid w:val="0"/>
              <w:rPr>
                <w:rFonts w:eastAsia="Arial Unicode MS" w:cs="Courier 10 Pitch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Arial Unicode MS" w:cs="Courier 10 Pitch"/>
                <w:color w:val="000000"/>
                <w:sz w:val="20"/>
                <w:szCs w:val="20"/>
                <w:lang w:eastAsia="ar-SA"/>
              </w:rPr>
              <w:t xml:space="preserve">SOLICITANTE: </w:t>
            </w:r>
            <w:r w:rsidR="002E2276">
              <w:rPr>
                <w:rFonts w:eastAsia="Arial Unicode MS" w:cs="Courier 10 Pitch"/>
                <w:color w:val="000000"/>
                <w:sz w:val="20"/>
                <w:szCs w:val="20"/>
                <w:lang w:eastAsia="ar-SA"/>
              </w:rPr>
              <w:t>Gabinete da Reitora (GR)</w:t>
            </w:r>
          </w:p>
        </w:tc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1013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9E09BE" w:rsidRDefault="009E09BE">
            <w:pPr>
              <w:snapToGrid w:val="0"/>
              <w:jc w:val="center"/>
              <w:rPr>
                <w:rFonts w:eastAsia="Arial Unicode MS" w:cs="Courier 10 Pitch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059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  <w:tc>
          <w:tcPr>
            <w:tcW w:w="2708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spacing w:line="360" w:lineRule="atLeast"/>
              <w:rPr>
                <w:rFonts w:eastAsia="Times New Roman" w:cs="Courier 10 Pitch"/>
                <w:sz w:val="20"/>
                <w:szCs w:val="20"/>
                <w:lang w:eastAsia="ar-SA"/>
              </w:rPr>
            </w:pPr>
          </w:p>
        </w:tc>
      </w:tr>
      <w:tr w:rsidR="009E09BE" w:rsidTr="002F7DD6">
        <w:trPr>
          <w:trHeight w:val="2655"/>
          <w:jc w:val="center"/>
        </w:trPr>
        <w:tc>
          <w:tcPr>
            <w:tcW w:w="3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09BE" w:rsidRDefault="009E09BE">
            <w:pPr>
              <w:snapToGrid w:val="0"/>
              <w:ind w:left="26" w:right="116"/>
              <w:jc w:val="both"/>
              <w:rPr>
                <w:rFonts w:eastAsia="Times New Roman" w:cs="Courier 10 Pitch"/>
                <w:sz w:val="20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20"/>
                <w:szCs w:val="20"/>
                <w:lang w:eastAsia="ar-SA"/>
              </w:rPr>
              <w:t>Propomos o fornecimento dos materiais ou a prestação dos serviços aos preços e nos prazos indicados acima, sob as condições gerais e específicas indicadas neste formulário, com os quais concordamos integralmente.</w:t>
            </w:r>
          </w:p>
          <w:p w:rsidR="009E09BE" w:rsidRDefault="009E09BE">
            <w:pPr>
              <w:ind w:left="196" w:right="229"/>
              <w:jc w:val="both"/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 w:rsidP="00E73046">
            <w:pPr>
              <w:ind w:left="9" w:right="229"/>
              <w:jc w:val="both"/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Assinatura: _____</w:t>
            </w:r>
            <w:r w:rsidR="00E73046">
              <w:rPr>
                <w:rFonts w:eastAsia="Times New Roman" w:cs="Courier 10 Pitch"/>
                <w:sz w:val="18"/>
                <w:szCs w:val="20"/>
                <w:lang w:eastAsia="ar-SA"/>
              </w:rPr>
              <w:t>_______________________________</w:t>
            </w:r>
          </w:p>
          <w:p w:rsidR="009E09BE" w:rsidRDefault="009E09BE">
            <w:pPr>
              <w:ind w:left="196" w:right="229"/>
              <w:jc w:val="both"/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E73046" w:rsidRDefault="00E73046">
            <w:pPr>
              <w:ind w:left="196" w:right="229"/>
              <w:jc w:val="both"/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 w:rsidP="00E73046">
            <w:pPr>
              <w:ind w:left="9" w:right="229"/>
              <w:jc w:val="both"/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Data: __________</w:t>
            </w:r>
            <w:r w:rsidR="00E73046">
              <w:rPr>
                <w:rFonts w:eastAsia="Times New Roman" w:cs="Courier 10 Pitch"/>
                <w:sz w:val="18"/>
                <w:szCs w:val="20"/>
                <w:lang w:eastAsia="ar-SA"/>
              </w:rPr>
              <w:t>_____________________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09BE" w:rsidRDefault="009E09BE" w:rsidP="00E73046">
            <w:pPr>
              <w:snapToGrid w:val="0"/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Validade</w:t>
            </w:r>
            <w:r w:rsidR="00E73046">
              <w:rPr>
                <w:rFonts w:eastAsia="Times New Roman" w:cs="Courier 10 Pitch"/>
                <w:sz w:val="18"/>
                <w:szCs w:val="20"/>
                <w:lang w:eastAsia="ar-SA"/>
              </w:rPr>
              <w:t xml:space="preserve"> da </w:t>
            </w: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 xml:space="preserve">Proposta </w:t>
            </w:r>
            <w:r w:rsidR="00E73046">
              <w:rPr>
                <w:rFonts w:eastAsia="Times New Roman" w:cs="Courier 10 Pitch"/>
                <w:sz w:val="18"/>
                <w:szCs w:val="20"/>
                <w:lang w:eastAsia="ar-SA"/>
              </w:rPr>
              <w:t xml:space="preserve">(no mínimo 30) </w:t>
            </w: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___________ dias</w:t>
            </w:r>
          </w:p>
          <w:p w:rsidR="009E09BE" w:rsidRDefault="009E09BE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--------------------------------------</w:t>
            </w:r>
          </w:p>
          <w:p w:rsidR="00E73046" w:rsidRDefault="009E09BE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Assistência</w:t>
            </w:r>
            <w:r w:rsidR="00E73046">
              <w:rPr>
                <w:rFonts w:eastAsia="Times New Roman" w:cs="Courier 10 Pitch"/>
                <w:sz w:val="18"/>
                <w:szCs w:val="20"/>
                <w:lang w:eastAsia="ar-SA"/>
              </w:rPr>
              <w:t xml:space="preserve"> </w:t>
            </w: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Técnica</w:t>
            </w:r>
          </w:p>
          <w:p w:rsidR="00E73046" w:rsidRDefault="00E73046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 xml:space="preserve"> ________________________</w:t>
            </w:r>
          </w:p>
          <w:p w:rsidR="00E73046" w:rsidRDefault="00E73046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E73046" w:rsidRDefault="009E09BE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 xml:space="preserve">Prazo de Garantia </w:t>
            </w:r>
          </w:p>
          <w:p w:rsidR="00E73046" w:rsidRDefault="00E73046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________________</w:t>
            </w:r>
          </w:p>
          <w:p w:rsidR="009E09BE" w:rsidRDefault="009E09BE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CGC</w:t>
            </w:r>
          </w:p>
          <w:p w:rsidR="00E73046" w:rsidRDefault="00E73046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E73046" w:rsidRDefault="00E73046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________________________</w:t>
            </w:r>
          </w:p>
          <w:p w:rsidR="00E73046" w:rsidRDefault="00E73046">
            <w:pPr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</w:tc>
        <w:tc>
          <w:tcPr>
            <w:tcW w:w="34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09BE" w:rsidRDefault="009E09BE">
            <w:pPr>
              <w:snapToGrid w:val="0"/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6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6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6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8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8"/>
                <w:szCs w:val="20"/>
                <w:lang w:eastAsia="ar-SA"/>
              </w:rPr>
              <w:t>CARIMBO DA FIRMA</w:t>
            </w:r>
          </w:p>
        </w:tc>
        <w:tc>
          <w:tcPr>
            <w:tcW w:w="3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09BE" w:rsidRDefault="009E09BE" w:rsidP="00E73046">
            <w:pPr>
              <w:ind w:left="141" w:right="201" w:firstLine="27"/>
              <w:jc w:val="both"/>
              <w:rPr>
                <w:rFonts w:eastAsia="Times New Roman" w:cs="Courier 10 Pitch"/>
                <w:b/>
                <w:sz w:val="22"/>
                <w:szCs w:val="20"/>
                <w:lang w:eastAsia="ar-SA"/>
              </w:rPr>
            </w:pPr>
            <w:r>
              <w:rPr>
                <w:rFonts w:eastAsia="Times New Roman" w:cs="Courier 10 Pitch"/>
                <w:b/>
                <w:sz w:val="22"/>
                <w:szCs w:val="20"/>
                <w:lang w:eastAsia="ar-SA"/>
              </w:rPr>
              <w:t>NOTA: para que a sua proposta seja considerada, coloque os preços totais na coluna indicada e rubrique abaixo da mesma.</w:t>
            </w:r>
          </w:p>
          <w:p w:rsidR="009E09BE" w:rsidRDefault="009E09BE">
            <w:pPr>
              <w:ind w:left="850" w:right="201" w:hanging="709"/>
              <w:jc w:val="both"/>
              <w:rPr>
                <w:rFonts w:eastAsia="Times New Roman" w:cs="Courier 10 Pitch"/>
                <w:sz w:val="20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20"/>
                <w:szCs w:val="20"/>
                <w:lang w:eastAsia="ar-SA"/>
              </w:rPr>
              <w:t>-------------------------------------------</w:t>
            </w:r>
          </w:p>
          <w:p w:rsidR="009E09BE" w:rsidRDefault="009E09BE" w:rsidP="002F7DD6">
            <w:pPr>
              <w:ind w:right="201" w:firstLine="16"/>
              <w:jc w:val="both"/>
              <w:rPr>
                <w:rFonts w:eastAsia="Times New Roman" w:cs="Courier 10 Pitch"/>
                <w:sz w:val="20"/>
                <w:szCs w:val="20"/>
                <w:lang w:eastAsia="ar-SA"/>
              </w:rPr>
            </w:pPr>
            <w:r w:rsidRPr="002F7DD6">
              <w:rPr>
                <w:rFonts w:eastAsia="Times New Roman" w:cs="Courier 10 Pitch"/>
                <w:sz w:val="18"/>
                <w:szCs w:val="20"/>
                <w:lang w:eastAsia="ar-SA"/>
              </w:rPr>
              <w:t>Nº DO CÓDIGO</w:t>
            </w:r>
            <w:r w:rsidR="00E73046" w:rsidRPr="002F7DD6">
              <w:rPr>
                <w:rFonts w:eastAsia="Times New Roman" w:cs="Courier 10 Pitch"/>
                <w:sz w:val="18"/>
                <w:szCs w:val="20"/>
                <w:lang w:eastAsia="ar-SA"/>
              </w:rPr>
              <w:t xml:space="preserve"> </w:t>
            </w:r>
            <w:r w:rsidRPr="002F7DD6">
              <w:rPr>
                <w:rFonts w:eastAsia="Times New Roman" w:cs="Courier 10 Pitch"/>
                <w:sz w:val="18"/>
                <w:szCs w:val="20"/>
                <w:lang w:eastAsia="ar-SA"/>
              </w:rPr>
              <w:t>DO</w:t>
            </w:r>
            <w:r w:rsidR="002F7DD6" w:rsidRPr="002F7DD6">
              <w:rPr>
                <w:rFonts w:eastAsia="Times New Roman" w:cs="Courier 10 Pitch"/>
                <w:sz w:val="18"/>
                <w:szCs w:val="20"/>
                <w:lang w:eastAsia="ar-SA"/>
              </w:rPr>
              <w:t xml:space="preserve"> </w:t>
            </w:r>
            <w:r w:rsidRPr="002F7DD6">
              <w:rPr>
                <w:rFonts w:eastAsia="Times New Roman" w:cs="Courier 10 Pitch"/>
                <w:sz w:val="18"/>
                <w:szCs w:val="20"/>
                <w:lang w:eastAsia="ar-SA"/>
              </w:rPr>
              <w:t>FORNECEDOR</w:t>
            </w: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9BE" w:rsidRDefault="009E09BE">
            <w:pPr>
              <w:snapToGrid w:val="0"/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4"/>
                <w:szCs w:val="20"/>
                <w:lang w:eastAsia="ar-SA"/>
              </w:rPr>
              <w:t>RUBRICA E CARIMBO</w:t>
            </w:r>
          </w:p>
          <w:p w:rsidR="009E09BE" w:rsidRDefault="009E09BE">
            <w:pPr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</w:p>
          <w:p w:rsidR="009E09BE" w:rsidRDefault="009E09BE">
            <w:pPr>
              <w:jc w:val="center"/>
              <w:rPr>
                <w:rFonts w:eastAsia="Times New Roman" w:cs="Courier 10 Pitch"/>
                <w:sz w:val="14"/>
                <w:szCs w:val="20"/>
                <w:lang w:eastAsia="ar-SA"/>
              </w:rPr>
            </w:pPr>
          </w:p>
          <w:p w:rsidR="009E09BE" w:rsidRDefault="009E09BE">
            <w:pPr>
              <w:rPr>
                <w:rFonts w:eastAsia="Times New Roman" w:cs="Courier 10 Pitch"/>
                <w:sz w:val="14"/>
                <w:szCs w:val="20"/>
                <w:lang w:eastAsia="ar-SA"/>
              </w:rPr>
            </w:pPr>
            <w:r>
              <w:rPr>
                <w:rFonts w:eastAsia="Times New Roman" w:cs="Courier 10 Pitch"/>
                <w:sz w:val="14"/>
                <w:szCs w:val="20"/>
                <w:lang w:eastAsia="ar-SA"/>
              </w:rPr>
              <w:t>Nº DO CÓDIGO</w:t>
            </w:r>
          </w:p>
        </w:tc>
      </w:tr>
    </w:tbl>
    <w:p w:rsidR="009E09BE" w:rsidRDefault="009E09BE" w:rsidP="00E73046">
      <w:pPr>
        <w:rPr>
          <w:b/>
          <w:bCs/>
        </w:rPr>
      </w:pPr>
    </w:p>
    <w:sectPr w:rsidR="009E09BE" w:rsidSect="00BA40B6">
      <w:footerReference w:type="default" r:id="rId8"/>
      <w:footnotePr>
        <w:pos w:val="beneathText"/>
      </w:footnotePr>
      <w:pgSz w:w="16840" w:h="11907" w:orient="landscape" w:code="9"/>
      <w:pgMar w:top="567" w:right="624" w:bottom="567" w:left="567" w:header="720" w:footer="14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4AA" w:rsidRDefault="00F974AA" w:rsidP="00FF470E">
      <w:r>
        <w:separator/>
      </w:r>
    </w:p>
  </w:endnote>
  <w:endnote w:type="continuationSeparator" w:id="0">
    <w:p w:rsidR="00F974AA" w:rsidRDefault="00F974AA" w:rsidP="00FF4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10 Pitch">
    <w:charset w:val="00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70E" w:rsidRDefault="00FF470E" w:rsidP="00FF470E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DIVISÃO DE COMPRAS/GPS/SINFRA/UFAL.</w:t>
    </w:r>
  </w:p>
  <w:p w:rsidR="00FF470E" w:rsidRDefault="00FF470E" w:rsidP="00FF470E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 xml:space="preserve"> Av. Lourival de Melo Mota, s/nº - Campus A. C. Simões - Tabuleiro do Martins –  CEP: 57072-9</w:t>
    </w:r>
    <w:r w:rsidR="008D6E7F">
      <w:rPr>
        <w:rFonts w:ascii="Arial" w:hAnsi="Arial" w:cs="Arial"/>
        <w:bCs/>
        <w:sz w:val="18"/>
        <w:szCs w:val="18"/>
      </w:rPr>
      <w:t>70</w:t>
    </w:r>
  </w:p>
  <w:p w:rsidR="00FF470E" w:rsidRDefault="008D6E7F" w:rsidP="00FF470E">
    <w:pPr>
      <w:pStyle w:val="Rodap"/>
      <w:jc w:val="center"/>
    </w:pPr>
    <w:r>
      <w:rPr>
        <w:rFonts w:ascii="Arial" w:hAnsi="Arial" w:cs="Arial"/>
        <w:bCs/>
        <w:sz w:val="18"/>
        <w:szCs w:val="18"/>
      </w:rPr>
      <w:t>Maceió – Alagoas. Fone: 3214-</w:t>
    </w:r>
    <w:r w:rsidR="00FF470E">
      <w:rPr>
        <w:rFonts w:ascii="Arial" w:hAnsi="Arial" w:cs="Arial"/>
        <w:bCs/>
        <w:sz w:val="18"/>
        <w:szCs w:val="18"/>
      </w:rPr>
      <w:t>1022</w:t>
    </w:r>
    <w:r>
      <w:rPr>
        <w:rFonts w:ascii="Arial" w:hAnsi="Arial" w:cs="Arial"/>
        <w:bCs/>
        <w:sz w:val="18"/>
        <w:szCs w:val="18"/>
      </w:rPr>
      <w:t>/1115</w:t>
    </w:r>
    <w:r w:rsidR="00FF470E">
      <w:rPr>
        <w:rFonts w:ascii="Arial" w:hAnsi="Arial" w:cs="Arial"/>
        <w:bCs/>
        <w:sz w:val="18"/>
        <w:szCs w:val="18"/>
      </w:rPr>
      <w:t>/1093/ Fax: 1095</w:t>
    </w:r>
  </w:p>
  <w:p w:rsidR="00FF470E" w:rsidRDefault="00FF470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4AA" w:rsidRDefault="00F974AA" w:rsidP="00FF470E">
      <w:r>
        <w:separator/>
      </w:r>
    </w:p>
  </w:footnote>
  <w:footnote w:type="continuationSeparator" w:id="0">
    <w:p w:rsidR="00F974AA" w:rsidRDefault="00F974AA" w:rsidP="00FF47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attachedTemplate r:id="rId1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4AA"/>
    <w:rsid w:val="000624E5"/>
    <w:rsid w:val="000A3362"/>
    <w:rsid w:val="00184547"/>
    <w:rsid w:val="002E2276"/>
    <w:rsid w:val="002F7DD6"/>
    <w:rsid w:val="003C4D0D"/>
    <w:rsid w:val="00402183"/>
    <w:rsid w:val="005403B3"/>
    <w:rsid w:val="00553BFE"/>
    <w:rsid w:val="005C598B"/>
    <w:rsid w:val="005F6328"/>
    <w:rsid w:val="00625E40"/>
    <w:rsid w:val="0068706A"/>
    <w:rsid w:val="008B2761"/>
    <w:rsid w:val="008D6E7F"/>
    <w:rsid w:val="0091000F"/>
    <w:rsid w:val="009D1DC5"/>
    <w:rsid w:val="009E09BE"/>
    <w:rsid w:val="00A02D65"/>
    <w:rsid w:val="00A70F1F"/>
    <w:rsid w:val="00AB11D0"/>
    <w:rsid w:val="00B61562"/>
    <w:rsid w:val="00BA40B6"/>
    <w:rsid w:val="00BC12EF"/>
    <w:rsid w:val="00CC104C"/>
    <w:rsid w:val="00CC37FA"/>
    <w:rsid w:val="00D23A1F"/>
    <w:rsid w:val="00DF665C"/>
    <w:rsid w:val="00E73046"/>
    <w:rsid w:val="00EA188A"/>
    <w:rsid w:val="00F02114"/>
    <w:rsid w:val="00F974AA"/>
    <w:rsid w:val="00FF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114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F02114"/>
  </w:style>
  <w:style w:type="character" w:customStyle="1" w:styleId="WW-Absatz-Standardschriftart">
    <w:name w:val="WW-Absatz-Standardschriftart"/>
    <w:rsid w:val="00F02114"/>
  </w:style>
  <w:style w:type="character" w:customStyle="1" w:styleId="WW-Absatz-Standardschriftart1">
    <w:name w:val="WW-Absatz-Standardschriftart1"/>
    <w:rsid w:val="00F02114"/>
  </w:style>
  <w:style w:type="character" w:customStyle="1" w:styleId="WW-Absatz-Standardschriftart11">
    <w:name w:val="WW-Absatz-Standardschriftart11"/>
    <w:rsid w:val="00F02114"/>
  </w:style>
  <w:style w:type="character" w:customStyle="1" w:styleId="WW-Absatz-Standardschriftart111">
    <w:name w:val="WW-Absatz-Standardschriftart111"/>
    <w:rsid w:val="00F02114"/>
  </w:style>
  <w:style w:type="character" w:customStyle="1" w:styleId="WW-Absatz-Standardschriftart1111">
    <w:name w:val="WW-Absatz-Standardschriftart1111"/>
    <w:rsid w:val="00F02114"/>
  </w:style>
  <w:style w:type="character" w:customStyle="1" w:styleId="WW-Absatz-Standardschriftart11111">
    <w:name w:val="WW-Absatz-Standardschriftart11111"/>
    <w:rsid w:val="00F02114"/>
  </w:style>
  <w:style w:type="character" w:customStyle="1" w:styleId="WW-Absatz-Standardschriftart111111">
    <w:name w:val="WW-Absatz-Standardschriftart111111"/>
    <w:rsid w:val="00F02114"/>
  </w:style>
  <w:style w:type="character" w:customStyle="1" w:styleId="WW-Absatz-Standardschriftart1111111">
    <w:name w:val="WW-Absatz-Standardschriftart1111111"/>
    <w:rsid w:val="00F02114"/>
  </w:style>
  <w:style w:type="character" w:customStyle="1" w:styleId="WW-Absatz-Standardschriftart11111111">
    <w:name w:val="WW-Absatz-Standardschriftart11111111"/>
    <w:rsid w:val="00F02114"/>
  </w:style>
  <w:style w:type="character" w:customStyle="1" w:styleId="WW-Absatz-Standardschriftart111111111">
    <w:name w:val="WW-Absatz-Standardschriftart111111111"/>
    <w:rsid w:val="00F02114"/>
  </w:style>
  <w:style w:type="character" w:customStyle="1" w:styleId="WW-Absatz-Standardschriftart1111111111">
    <w:name w:val="WW-Absatz-Standardschriftart1111111111"/>
    <w:rsid w:val="00F02114"/>
  </w:style>
  <w:style w:type="character" w:customStyle="1" w:styleId="WW-Absatz-Standardschriftart11111111111">
    <w:name w:val="WW-Absatz-Standardschriftart11111111111"/>
    <w:rsid w:val="00F02114"/>
  </w:style>
  <w:style w:type="character" w:customStyle="1" w:styleId="WW-Absatz-Standardschriftart111111111111">
    <w:name w:val="WW-Absatz-Standardschriftart111111111111"/>
    <w:rsid w:val="00F02114"/>
  </w:style>
  <w:style w:type="character" w:customStyle="1" w:styleId="WW-Absatz-Standardschriftart1111111111111">
    <w:name w:val="WW-Absatz-Standardschriftart1111111111111"/>
    <w:rsid w:val="00F02114"/>
  </w:style>
  <w:style w:type="character" w:customStyle="1" w:styleId="WW-Absatz-Standardschriftart11111111111111">
    <w:name w:val="WW-Absatz-Standardschriftart11111111111111"/>
    <w:rsid w:val="00F02114"/>
  </w:style>
  <w:style w:type="character" w:customStyle="1" w:styleId="WW-Absatz-Standardschriftart111111111111111">
    <w:name w:val="WW-Absatz-Standardschriftart111111111111111"/>
    <w:rsid w:val="00F02114"/>
  </w:style>
  <w:style w:type="character" w:customStyle="1" w:styleId="WW-Absatz-Standardschriftart1111111111111111">
    <w:name w:val="WW-Absatz-Standardschriftart1111111111111111"/>
    <w:rsid w:val="00F02114"/>
  </w:style>
  <w:style w:type="character" w:customStyle="1" w:styleId="WW-Absatz-Standardschriftart11111111111111111">
    <w:name w:val="WW-Absatz-Standardschriftart11111111111111111"/>
    <w:rsid w:val="00F02114"/>
  </w:style>
  <w:style w:type="character" w:customStyle="1" w:styleId="WW-Absatz-Standardschriftart111111111111111111">
    <w:name w:val="WW-Absatz-Standardschriftart111111111111111111"/>
    <w:rsid w:val="00F02114"/>
  </w:style>
  <w:style w:type="character" w:customStyle="1" w:styleId="WW-Absatz-Standardschriftart1111111111111111111">
    <w:name w:val="WW-Absatz-Standardschriftart1111111111111111111"/>
    <w:rsid w:val="00F02114"/>
  </w:style>
  <w:style w:type="character" w:customStyle="1" w:styleId="WW-Absatz-Standardschriftart11111111111111111111">
    <w:name w:val="WW-Absatz-Standardschriftart11111111111111111111"/>
    <w:rsid w:val="00F02114"/>
  </w:style>
  <w:style w:type="character" w:customStyle="1" w:styleId="WW-Absatz-Standardschriftart111111111111111111111">
    <w:name w:val="WW-Absatz-Standardschriftart111111111111111111111"/>
    <w:rsid w:val="00F02114"/>
  </w:style>
  <w:style w:type="character" w:customStyle="1" w:styleId="WW-Absatz-Standardschriftart1111111111111111111111">
    <w:name w:val="WW-Absatz-Standardschriftart1111111111111111111111"/>
    <w:rsid w:val="00F02114"/>
  </w:style>
  <w:style w:type="character" w:customStyle="1" w:styleId="WW-Absatz-Standardschriftart11111111111111111111111">
    <w:name w:val="WW-Absatz-Standardschriftart11111111111111111111111"/>
    <w:rsid w:val="00F02114"/>
  </w:style>
  <w:style w:type="character" w:customStyle="1" w:styleId="WW-Absatz-Standardschriftart111111111111111111111111">
    <w:name w:val="WW-Absatz-Standardschriftart111111111111111111111111"/>
    <w:rsid w:val="00F02114"/>
  </w:style>
  <w:style w:type="character" w:customStyle="1" w:styleId="WW-Absatz-Standardschriftart1111111111111111111111111">
    <w:name w:val="WW-Absatz-Standardschriftart1111111111111111111111111"/>
    <w:rsid w:val="00F02114"/>
  </w:style>
  <w:style w:type="character" w:customStyle="1" w:styleId="WW-Absatz-Standardschriftart11111111111111111111111111">
    <w:name w:val="WW-Absatz-Standardschriftart11111111111111111111111111"/>
    <w:rsid w:val="00F02114"/>
  </w:style>
  <w:style w:type="character" w:customStyle="1" w:styleId="WW-Absatz-Standardschriftart111111111111111111111111111">
    <w:name w:val="WW-Absatz-Standardschriftart111111111111111111111111111"/>
    <w:rsid w:val="00F02114"/>
  </w:style>
  <w:style w:type="character" w:customStyle="1" w:styleId="WW-Absatz-Standardschriftart1111111111111111111111111111">
    <w:name w:val="WW-Absatz-Standardschriftart1111111111111111111111111111"/>
    <w:rsid w:val="00F02114"/>
  </w:style>
  <w:style w:type="character" w:customStyle="1" w:styleId="WW-Absatz-Standardschriftart11111111111111111111111111111">
    <w:name w:val="WW-Absatz-Standardschriftart11111111111111111111111111111"/>
    <w:rsid w:val="00F02114"/>
  </w:style>
  <w:style w:type="character" w:customStyle="1" w:styleId="WW-Absatz-Standardschriftart111111111111111111111111111111">
    <w:name w:val="WW-Absatz-Standardschriftart111111111111111111111111111111"/>
    <w:rsid w:val="00F02114"/>
  </w:style>
  <w:style w:type="character" w:customStyle="1" w:styleId="WW-Absatz-Standardschriftart1111111111111111111111111111111">
    <w:name w:val="WW-Absatz-Standardschriftart1111111111111111111111111111111"/>
    <w:rsid w:val="00F02114"/>
  </w:style>
  <w:style w:type="character" w:customStyle="1" w:styleId="WW-Absatz-Standardschriftart11111111111111111111111111111111">
    <w:name w:val="WW-Absatz-Standardschriftart11111111111111111111111111111111"/>
    <w:rsid w:val="00F02114"/>
  </w:style>
  <w:style w:type="character" w:customStyle="1" w:styleId="WW-Absatz-Standardschriftart111111111111111111111111111111111">
    <w:name w:val="WW-Absatz-Standardschriftart111111111111111111111111111111111"/>
    <w:rsid w:val="00F02114"/>
  </w:style>
  <w:style w:type="character" w:customStyle="1" w:styleId="WW-Absatz-Standardschriftart1111111111111111111111111111111111">
    <w:name w:val="WW-Absatz-Standardschriftart1111111111111111111111111111111111"/>
    <w:rsid w:val="00F02114"/>
  </w:style>
  <w:style w:type="character" w:customStyle="1" w:styleId="WW-Absatz-Standardschriftart11111111111111111111111111111111111">
    <w:name w:val="WW-Absatz-Standardschriftart11111111111111111111111111111111111"/>
    <w:rsid w:val="00F02114"/>
  </w:style>
  <w:style w:type="character" w:customStyle="1" w:styleId="Marcadores">
    <w:name w:val="Marcadores"/>
    <w:rsid w:val="00F02114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  <w:rsid w:val="00F02114"/>
  </w:style>
  <w:style w:type="paragraph" w:customStyle="1" w:styleId="Captulo">
    <w:name w:val="Capítulo"/>
    <w:basedOn w:val="Normal"/>
    <w:next w:val="Corpodetexto"/>
    <w:rsid w:val="00F0211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rsid w:val="00F02114"/>
    <w:pPr>
      <w:spacing w:after="120"/>
    </w:pPr>
  </w:style>
  <w:style w:type="paragraph" w:styleId="Lista">
    <w:name w:val="List"/>
    <w:basedOn w:val="Corpodetexto"/>
    <w:semiHidden/>
    <w:rsid w:val="00F02114"/>
    <w:rPr>
      <w:rFonts w:cs="Tahoma"/>
    </w:rPr>
  </w:style>
  <w:style w:type="paragraph" w:customStyle="1" w:styleId="Legenda1">
    <w:name w:val="Legenda1"/>
    <w:basedOn w:val="Normal"/>
    <w:rsid w:val="00F0211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rsid w:val="00F02114"/>
    <w:pPr>
      <w:suppressLineNumbers/>
    </w:pPr>
    <w:rPr>
      <w:rFonts w:cs="Tahoma"/>
    </w:rPr>
  </w:style>
  <w:style w:type="paragraph" w:customStyle="1" w:styleId="Contedodatabela">
    <w:name w:val="Conteúdo da tabela"/>
    <w:basedOn w:val="Normal"/>
    <w:rsid w:val="00F02114"/>
    <w:pPr>
      <w:suppressLineNumbers/>
    </w:pPr>
  </w:style>
  <w:style w:type="paragraph" w:customStyle="1" w:styleId="Ttulodatabela">
    <w:name w:val="Título da tabela"/>
    <w:basedOn w:val="Contedodatabela"/>
    <w:rsid w:val="00F02114"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semiHidden/>
    <w:rsid w:val="00E73046"/>
    <w:pPr>
      <w:widowControl/>
      <w:tabs>
        <w:tab w:val="center" w:pos="4252"/>
        <w:tab w:val="right" w:pos="8504"/>
      </w:tabs>
    </w:pPr>
    <w:rPr>
      <w:rFonts w:ascii="Courier New" w:eastAsia="Times New Roman" w:hAnsi="Courier New"/>
      <w:sz w:val="20"/>
      <w:szCs w:val="20"/>
      <w:lang w:val="pt-PT" w:eastAsia="ar-SA"/>
    </w:rPr>
  </w:style>
  <w:style w:type="character" w:customStyle="1" w:styleId="CabealhoChar">
    <w:name w:val="Cabeçalho Char"/>
    <w:basedOn w:val="Fontepargpadro"/>
    <w:link w:val="Cabealho"/>
    <w:semiHidden/>
    <w:rsid w:val="00E73046"/>
    <w:rPr>
      <w:rFonts w:ascii="Courier New" w:hAnsi="Courier New"/>
      <w:lang w:val="pt-PT" w:eastAsia="ar-SA"/>
    </w:rPr>
  </w:style>
  <w:style w:type="paragraph" w:styleId="Rodap">
    <w:name w:val="footer"/>
    <w:basedOn w:val="Normal"/>
    <w:link w:val="RodapChar"/>
    <w:uiPriority w:val="99"/>
    <w:unhideWhenUsed/>
    <w:rsid w:val="00FF47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F470E"/>
    <w:rPr>
      <w:rFonts w:eastAsia="Lucida Sans Unicode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F47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470E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dor\Meus%20documentos\DL%20E%20INEX\03%20-%20Minuta%20DL%20(modelo)%20-%20A4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03 - Minuta DL (modelo) - A4.dot</Template>
  <TotalTime>5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 </cp:lastModifiedBy>
  <cp:revision>1</cp:revision>
  <cp:lastPrinted>2011-02-22T13:42:00Z</cp:lastPrinted>
  <dcterms:created xsi:type="dcterms:W3CDTF">2011-02-22T13:37:00Z</dcterms:created>
  <dcterms:modified xsi:type="dcterms:W3CDTF">2011-02-22T13:42:00Z</dcterms:modified>
</cp:coreProperties>
</file>